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D51" w:rsidRPr="00575E4F" w:rsidRDefault="006353EC" w:rsidP="00FE2B31">
      <w:pPr>
        <w:pStyle w:val="TitelArbeitsblattSprungbrett"/>
        <w:rPr>
          <w:rFonts w:ascii="PT Sans" w:hAnsi="PT Sans"/>
        </w:rPr>
      </w:pPr>
      <w:r w:rsidRPr="00575E4F">
        <w:rPr>
          <w:rFonts w:ascii="PT Sans" w:hAnsi="PT Sans"/>
        </w:rPr>
        <w:t>So wird dein Unterricht während der Berufslehre</w:t>
      </w:r>
    </w:p>
    <w:p w:rsidR="006353EC" w:rsidRPr="00575E4F" w:rsidRDefault="006353EC" w:rsidP="00DD2964">
      <w:pPr>
        <w:rPr>
          <w:rFonts w:ascii="PT Sans" w:hAnsi="PT Sans" w:cstheme="majorHAnsi"/>
          <w:bCs/>
          <w:noProof/>
          <w:lang w:val="de-DE"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2494"/>
        <w:gridCol w:w="2494"/>
        <w:gridCol w:w="2494"/>
        <w:gridCol w:w="2494"/>
        <w:gridCol w:w="2494"/>
      </w:tblGrid>
      <w:tr w:rsidR="00EC0742" w:rsidRPr="00575E4F" w:rsidTr="00813333">
        <w:trPr>
          <w:trHeight w:val="414"/>
        </w:trPr>
        <w:tc>
          <w:tcPr>
            <w:tcW w:w="1696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Volle Konzentration ..</w:t>
            </w: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Immer auf dem neu ...</w:t>
            </w: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 xml:space="preserve">Themen, die dich be... </w:t>
            </w: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Erst kompliziert</w:t>
            </w:r>
            <w:r w:rsidR="00CA0A0C"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, ...</w:t>
            </w:r>
          </w:p>
        </w:tc>
        <w:tc>
          <w:tcPr>
            <w:tcW w:w="2494" w:type="dxa"/>
          </w:tcPr>
          <w:p w:rsidR="00E34235" w:rsidRPr="00575E4F" w:rsidRDefault="00EC0742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Wissen selbständig ...</w:t>
            </w:r>
          </w:p>
        </w:tc>
      </w:tr>
      <w:tr w:rsidR="00EC0742" w:rsidRPr="00575E4F" w:rsidTr="00813333">
        <w:trPr>
          <w:trHeight w:hRule="exact" w:val="1701"/>
        </w:trPr>
        <w:tc>
          <w:tcPr>
            <w:tcW w:w="1696" w:type="dxa"/>
          </w:tcPr>
          <w:p w:rsidR="00E34235" w:rsidRPr="00575E4F" w:rsidRDefault="003B02A9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Beruf</w:t>
            </w: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</w:tr>
      <w:tr w:rsidR="00EC0742" w:rsidRPr="00575E4F" w:rsidTr="00813333">
        <w:trPr>
          <w:trHeight w:hRule="exact" w:val="1701"/>
        </w:trPr>
        <w:tc>
          <w:tcPr>
            <w:tcW w:w="1696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Thema</w:t>
            </w: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</w:tr>
      <w:tr w:rsidR="00EC0742" w:rsidRPr="00575E4F" w:rsidTr="00813333">
        <w:trPr>
          <w:trHeight w:hRule="exact" w:val="1701"/>
        </w:trPr>
        <w:tc>
          <w:tcPr>
            <w:tcW w:w="1696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ABU/</w:t>
            </w:r>
            <w:r w:rsidR="00EC0742"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FU</w:t>
            </w: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</w:tr>
      <w:tr w:rsidR="00EC0742" w:rsidRPr="00575E4F" w:rsidTr="00813333">
        <w:trPr>
          <w:trHeight w:hRule="exact" w:val="1701"/>
        </w:trPr>
        <w:tc>
          <w:tcPr>
            <w:tcW w:w="1696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/>
                <w:noProof/>
                <w:lang w:val="de-DE" w:eastAsia="de-DE"/>
              </w:rPr>
            </w:pPr>
            <w:r w:rsidRPr="00575E4F">
              <w:rPr>
                <w:rFonts w:ascii="PT Sans" w:hAnsi="PT Sans" w:cstheme="majorHAnsi"/>
                <w:b/>
                <w:noProof/>
                <w:lang w:val="de-DE" w:eastAsia="de-DE"/>
              </w:rPr>
              <w:t>Arbeitsweise</w:t>
            </w: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  <w:tc>
          <w:tcPr>
            <w:tcW w:w="2494" w:type="dxa"/>
          </w:tcPr>
          <w:p w:rsidR="00E34235" w:rsidRPr="00575E4F" w:rsidRDefault="00E34235" w:rsidP="00DD2964">
            <w:pPr>
              <w:rPr>
                <w:rFonts w:ascii="PT Sans" w:hAnsi="PT Sans" w:cstheme="majorHAnsi"/>
                <w:bCs/>
                <w:noProof/>
                <w:lang w:val="de-DE" w:eastAsia="de-DE"/>
              </w:rPr>
            </w:pPr>
          </w:p>
        </w:tc>
      </w:tr>
    </w:tbl>
    <w:p w:rsidR="006353EC" w:rsidRPr="00575E4F" w:rsidRDefault="006353EC" w:rsidP="00DD2964">
      <w:pPr>
        <w:rPr>
          <w:rFonts w:ascii="PT Sans" w:hAnsi="PT Sans" w:cstheme="majorHAnsi"/>
          <w:b/>
          <w:noProof/>
          <w:lang w:val="de-DE" w:eastAsia="de-DE"/>
        </w:rPr>
      </w:pPr>
    </w:p>
    <w:p w:rsidR="00F27578" w:rsidRPr="00575E4F" w:rsidRDefault="00F27578" w:rsidP="00FE2B31">
      <w:pPr>
        <w:pStyle w:val="Lauftext"/>
        <w:rPr>
          <w:rFonts w:ascii="PT Sans" w:hAnsi="PT Sans"/>
        </w:rPr>
      </w:pPr>
    </w:p>
    <w:sectPr w:rsidR="00F27578" w:rsidRPr="00575E4F" w:rsidSect="00E34235">
      <w:headerReference w:type="default" r:id="rId7"/>
      <w:footerReference w:type="default" r:id="rId8"/>
      <w:type w:val="continuous"/>
      <w:pgSz w:w="16840" w:h="11900" w:orient="landscape"/>
      <w:pgMar w:top="1134" w:right="851" w:bottom="1418" w:left="851" w:header="709" w:footer="709" w:gutter="0"/>
      <w:cols w:space="2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913" w:rsidRDefault="006B1913" w:rsidP="001B27BB">
      <w:r>
        <w:separator/>
      </w:r>
    </w:p>
  </w:endnote>
  <w:endnote w:type="continuationSeparator" w:id="0">
    <w:p w:rsidR="006B1913" w:rsidRDefault="006B1913" w:rsidP="001B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poS">
    <w:altName w:val="Times New Roman"/>
    <w:panose1 w:val="020B0604020202020204"/>
    <w:charset w:val="00"/>
    <w:family w:val="auto"/>
    <w:pitch w:val="variable"/>
    <w:sig w:usb0="800001AF" w:usb1="000078F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E4F" w:rsidRPr="00CB3FE6" w:rsidRDefault="00CB3FE6">
    <w:pPr>
      <w:pStyle w:val="Fuzeile"/>
      <w:rPr>
        <w:rFonts w:ascii="PT Sans" w:hAnsi="PT Sans"/>
        <w:sz w:val="16"/>
        <w:szCs w:val="16"/>
      </w:rPr>
    </w:pPr>
    <w:r w:rsidRPr="00BA6D18">
      <w:rPr>
        <w:rFonts w:ascii="PT Sans" w:hAnsi="PT Sans"/>
        <w:sz w:val="16"/>
        <w:szCs w:val="16"/>
      </w:rPr>
      <w:t>© 2020 SDBB | CSFO – Sprungbrett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913" w:rsidRDefault="006B1913" w:rsidP="001B27BB">
      <w:r>
        <w:separator/>
      </w:r>
    </w:p>
  </w:footnote>
  <w:footnote w:type="continuationSeparator" w:id="0">
    <w:p w:rsidR="006B1913" w:rsidRDefault="006B1913" w:rsidP="001B2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F25" w:rsidRPr="00575E4F" w:rsidRDefault="00C03F25" w:rsidP="00E34235">
    <w:pPr>
      <w:pStyle w:val="Kopfzeile"/>
      <w:tabs>
        <w:tab w:val="clear" w:pos="9072"/>
        <w:tab w:val="right" w:pos="14884"/>
      </w:tabs>
      <w:rPr>
        <w:rFonts w:ascii="PT Sans" w:hAnsi="PT Sans"/>
      </w:rPr>
    </w:pPr>
    <w:r w:rsidRPr="00575E4F">
      <w:rPr>
        <w:rFonts w:ascii="PT Sans" w:hAnsi="PT Sans"/>
      </w:rPr>
      <w:t>Sprungbrett</w:t>
    </w:r>
    <w:r w:rsidR="002E37DC" w:rsidRPr="00575E4F">
      <w:rPr>
        <w:rFonts w:ascii="PT Sans" w:hAnsi="PT Sans"/>
      </w:rPr>
      <w:t xml:space="preserve"> </w:t>
    </w:r>
    <w:r w:rsidR="006353EC" w:rsidRPr="00575E4F">
      <w:rPr>
        <w:rFonts w:ascii="PT Sans" w:hAnsi="PT Sans"/>
      </w:rPr>
      <w:t>3</w:t>
    </w:r>
    <w:r w:rsidR="002E37DC" w:rsidRPr="00575E4F">
      <w:rPr>
        <w:rFonts w:ascii="PT Sans" w:hAnsi="PT Sans"/>
      </w:rPr>
      <w:t xml:space="preserve"> 201</w:t>
    </w:r>
    <w:r w:rsidR="00EF7D59" w:rsidRPr="00575E4F">
      <w:rPr>
        <w:rFonts w:ascii="PT Sans" w:hAnsi="PT Sans"/>
      </w:rPr>
      <w:t>9</w:t>
    </w:r>
    <w:r w:rsidR="002E37DC" w:rsidRPr="00575E4F">
      <w:rPr>
        <w:rFonts w:ascii="PT Sans" w:hAnsi="PT Sans"/>
      </w:rPr>
      <w:t>/</w:t>
    </w:r>
    <w:r w:rsidR="00EF7D59" w:rsidRPr="00575E4F">
      <w:rPr>
        <w:rFonts w:ascii="PT Sans" w:hAnsi="PT Sans"/>
      </w:rPr>
      <w:t>20</w:t>
    </w:r>
    <w:r w:rsidR="002E37DC" w:rsidRPr="00575E4F">
      <w:rPr>
        <w:rFonts w:ascii="PT Sans" w:hAnsi="PT Sans"/>
      </w:rPr>
      <w:tab/>
    </w:r>
    <w:r w:rsidR="002E37DC" w:rsidRPr="00575E4F">
      <w:rPr>
        <w:rFonts w:ascii="PT Sans" w:hAnsi="PT Sans"/>
      </w:rPr>
      <w:tab/>
    </w:r>
    <w:r w:rsidR="00E34235" w:rsidRPr="00575E4F">
      <w:rPr>
        <w:rFonts w:ascii="PT Sans" w:hAnsi="PT Sans"/>
      </w:rPr>
      <w:t>L</w:t>
    </w:r>
    <w:r w:rsidR="007C551C" w:rsidRPr="00575E4F">
      <w:rPr>
        <w:rFonts w:ascii="PT Sans" w:hAnsi="PT Sans"/>
      </w:rPr>
      <w:t>B2</w:t>
    </w:r>
  </w:p>
  <w:p w:rsidR="00C03F25" w:rsidRDefault="00C03F25" w:rsidP="00FE2B3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884"/>
    <w:multiLevelType w:val="hybridMultilevel"/>
    <w:tmpl w:val="765AE15E"/>
    <w:lvl w:ilvl="0" w:tplc="73003A08">
      <w:start w:val="1"/>
      <w:numFmt w:val="decimal"/>
      <w:pStyle w:val="AufzhlungAuftrag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4070011">
      <w:start w:val="1"/>
      <w:numFmt w:val="decimal"/>
      <w:lvlText w:val="%3)"/>
      <w:lvlJc w:val="left"/>
      <w:pPr>
        <w:ind w:left="2340" w:hanging="36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2E80"/>
    <w:multiLevelType w:val="hybridMultilevel"/>
    <w:tmpl w:val="28443C9A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DF125C"/>
    <w:multiLevelType w:val="multilevel"/>
    <w:tmpl w:val="3FEA6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44AFB"/>
    <w:multiLevelType w:val="hybridMultilevel"/>
    <w:tmpl w:val="5A747CCC"/>
    <w:lvl w:ilvl="0" w:tplc="0CE2A3C6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262F7"/>
    <w:multiLevelType w:val="hybridMultilevel"/>
    <w:tmpl w:val="C57467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916BC"/>
    <w:multiLevelType w:val="hybridMultilevel"/>
    <w:tmpl w:val="A10A950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8EC7A24"/>
    <w:multiLevelType w:val="singleLevel"/>
    <w:tmpl w:val="5EE85DB2"/>
    <w:lvl w:ilvl="0">
      <w:start w:val="1"/>
      <w:numFmt w:val="decimal"/>
      <w:lvlText w:val="%1."/>
      <w:legacy w:legacy="1" w:legacySpace="0" w:legacyIndent="470"/>
      <w:lvlJc w:val="left"/>
      <w:rPr>
        <w:rFonts w:ascii="Arial" w:hAnsi="Arial" w:cs="Corpo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activeWritingStyle w:appName="MSWord" w:lang="de-CH" w:vendorID="6" w:dllVersion="2" w:checkStyle="1"/>
  <w:proofState w:spelling="clean" w:grammar="clean"/>
  <w:attachedTemplate r:id="rId1"/>
  <w:defaultTabStop w:val="708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3EC"/>
    <w:rsid w:val="00031738"/>
    <w:rsid w:val="00031767"/>
    <w:rsid w:val="0004248A"/>
    <w:rsid w:val="00075BCC"/>
    <w:rsid w:val="00087988"/>
    <w:rsid w:val="0009160B"/>
    <w:rsid w:val="000B2B62"/>
    <w:rsid w:val="000B6835"/>
    <w:rsid w:val="000C3DE1"/>
    <w:rsid w:val="000C5E47"/>
    <w:rsid w:val="000C6E8D"/>
    <w:rsid w:val="000D7470"/>
    <w:rsid w:val="000F31A5"/>
    <w:rsid w:val="00107064"/>
    <w:rsid w:val="00116C1E"/>
    <w:rsid w:val="00122E85"/>
    <w:rsid w:val="0013273F"/>
    <w:rsid w:val="0018236E"/>
    <w:rsid w:val="001B27BB"/>
    <w:rsid w:val="001C3ECB"/>
    <w:rsid w:val="001F210C"/>
    <w:rsid w:val="0023517D"/>
    <w:rsid w:val="00237859"/>
    <w:rsid w:val="00244A9E"/>
    <w:rsid w:val="002514F7"/>
    <w:rsid w:val="00256A60"/>
    <w:rsid w:val="00265161"/>
    <w:rsid w:val="00272C04"/>
    <w:rsid w:val="002B6652"/>
    <w:rsid w:val="002C165E"/>
    <w:rsid w:val="002E37DC"/>
    <w:rsid w:val="00313A46"/>
    <w:rsid w:val="00391376"/>
    <w:rsid w:val="003A7825"/>
    <w:rsid w:val="003B02A9"/>
    <w:rsid w:val="003E1E90"/>
    <w:rsid w:val="00411A35"/>
    <w:rsid w:val="00417956"/>
    <w:rsid w:val="004524F0"/>
    <w:rsid w:val="0048391B"/>
    <w:rsid w:val="0048766A"/>
    <w:rsid w:val="00490B93"/>
    <w:rsid w:val="00492294"/>
    <w:rsid w:val="00494FE4"/>
    <w:rsid w:val="004967C1"/>
    <w:rsid w:val="004C5AC7"/>
    <w:rsid w:val="004C67E5"/>
    <w:rsid w:val="004E1CF8"/>
    <w:rsid w:val="00545730"/>
    <w:rsid w:val="0055277E"/>
    <w:rsid w:val="00554FE1"/>
    <w:rsid w:val="00575519"/>
    <w:rsid w:val="00575E4F"/>
    <w:rsid w:val="005C511B"/>
    <w:rsid w:val="005E4122"/>
    <w:rsid w:val="006353EC"/>
    <w:rsid w:val="006377F9"/>
    <w:rsid w:val="00640647"/>
    <w:rsid w:val="006673A1"/>
    <w:rsid w:val="006767C7"/>
    <w:rsid w:val="006A1D5C"/>
    <w:rsid w:val="006A4AD1"/>
    <w:rsid w:val="006B1913"/>
    <w:rsid w:val="006B4069"/>
    <w:rsid w:val="006E4511"/>
    <w:rsid w:val="007038A5"/>
    <w:rsid w:val="00711357"/>
    <w:rsid w:val="00716341"/>
    <w:rsid w:val="007466AC"/>
    <w:rsid w:val="00784818"/>
    <w:rsid w:val="00784C49"/>
    <w:rsid w:val="00787C6F"/>
    <w:rsid w:val="007A5A97"/>
    <w:rsid w:val="007C551C"/>
    <w:rsid w:val="007E483E"/>
    <w:rsid w:val="007F22EC"/>
    <w:rsid w:val="00807686"/>
    <w:rsid w:val="00813333"/>
    <w:rsid w:val="008874AB"/>
    <w:rsid w:val="00891FAC"/>
    <w:rsid w:val="008B2A5B"/>
    <w:rsid w:val="008D1D5F"/>
    <w:rsid w:val="008E09F9"/>
    <w:rsid w:val="008F1726"/>
    <w:rsid w:val="008F3C95"/>
    <w:rsid w:val="00902788"/>
    <w:rsid w:val="00916E82"/>
    <w:rsid w:val="00924562"/>
    <w:rsid w:val="00955E36"/>
    <w:rsid w:val="00977568"/>
    <w:rsid w:val="00990C6C"/>
    <w:rsid w:val="009B3669"/>
    <w:rsid w:val="00A37212"/>
    <w:rsid w:val="00A6491C"/>
    <w:rsid w:val="00A71694"/>
    <w:rsid w:val="00A72D6D"/>
    <w:rsid w:val="00AF41BD"/>
    <w:rsid w:val="00B01523"/>
    <w:rsid w:val="00B06BA9"/>
    <w:rsid w:val="00B265AA"/>
    <w:rsid w:val="00B837E1"/>
    <w:rsid w:val="00B91363"/>
    <w:rsid w:val="00B9666E"/>
    <w:rsid w:val="00BB79BC"/>
    <w:rsid w:val="00BD4751"/>
    <w:rsid w:val="00C02153"/>
    <w:rsid w:val="00C022EC"/>
    <w:rsid w:val="00C03F25"/>
    <w:rsid w:val="00C21D51"/>
    <w:rsid w:val="00C22C7B"/>
    <w:rsid w:val="00C4720E"/>
    <w:rsid w:val="00C56930"/>
    <w:rsid w:val="00C67EB1"/>
    <w:rsid w:val="00C70C34"/>
    <w:rsid w:val="00C87120"/>
    <w:rsid w:val="00C90B20"/>
    <w:rsid w:val="00C93089"/>
    <w:rsid w:val="00CA0A0C"/>
    <w:rsid w:val="00CB0FA1"/>
    <w:rsid w:val="00CB3FE6"/>
    <w:rsid w:val="00CC06D3"/>
    <w:rsid w:val="00CD5F58"/>
    <w:rsid w:val="00D470B5"/>
    <w:rsid w:val="00D52C3B"/>
    <w:rsid w:val="00D570D7"/>
    <w:rsid w:val="00D600E1"/>
    <w:rsid w:val="00D65A58"/>
    <w:rsid w:val="00D774EE"/>
    <w:rsid w:val="00DD0D50"/>
    <w:rsid w:val="00DD2964"/>
    <w:rsid w:val="00DE27AC"/>
    <w:rsid w:val="00DE3F97"/>
    <w:rsid w:val="00E11BC1"/>
    <w:rsid w:val="00E34235"/>
    <w:rsid w:val="00E362D8"/>
    <w:rsid w:val="00E66CA1"/>
    <w:rsid w:val="00E9099D"/>
    <w:rsid w:val="00E938E8"/>
    <w:rsid w:val="00EA6BBA"/>
    <w:rsid w:val="00EA7693"/>
    <w:rsid w:val="00EB78D2"/>
    <w:rsid w:val="00EC0742"/>
    <w:rsid w:val="00EC2FE9"/>
    <w:rsid w:val="00EE072D"/>
    <w:rsid w:val="00EF7D59"/>
    <w:rsid w:val="00F24AF4"/>
    <w:rsid w:val="00F27578"/>
    <w:rsid w:val="00F913BD"/>
    <w:rsid w:val="00FB7731"/>
    <w:rsid w:val="00FC0333"/>
    <w:rsid w:val="00FE2521"/>
    <w:rsid w:val="00FE2B31"/>
    <w:rsid w:val="00FF4FE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1FCE5CA5"/>
  <w15:docId w15:val="{7C10C2BC-4849-CB44-9AEF-63A36630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511B"/>
    <w:rPr>
      <w:sz w:val="24"/>
      <w:szCs w:val="24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29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5C511B"/>
  </w:style>
  <w:style w:type="paragraph" w:customStyle="1" w:styleId="TitelArbeitsblattSprungbrett">
    <w:name w:val="Titel Arbeitsblatt Sprungbrett"/>
    <w:basedOn w:val="Standard"/>
    <w:qFormat/>
    <w:rsid w:val="00FE2B31"/>
    <w:pPr>
      <w:spacing w:after="120"/>
    </w:pPr>
    <w:rPr>
      <w:rFonts w:asciiTheme="majorHAnsi" w:hAnsiTheme="majorHAnsi"/>
      <w:noProof/>
      <w:sz w:val="36"/>
      <w:szCs w:val="36"/>
      <w:lang w:val="de-DE" w:eastAsia="de-DE"/>
    </w:rPr>
  </w:style>
  <w:style w:type="paragraph" w:customStyle="1" w:styleId="FliesstextArbeitsblattSprungbrett">
    <w:name w:val="Fliesstext Arbeitsblatt Sprungbrett"/>
    <w:basedOn w:val="Standard"/>
    <w:qFormat/>
    <w:rsid w:val="006377F9"/>
    <w:pPr>
      <w:spacing w:after="200" w:line="276" w:lineRule="auto"/>
    </w:pPr>
    <w:rPr>
      <w:rFonts w:eastAsiaTheme="minorHAnsi"/>
      <w:lang w:eastAsia="en-US"/>
    </w:rPr>
  </w:style>
  <w:style w:type="paragraph" w:customStyle="1" w:styleId="ListeArbeitsblattSprungbrett">
    <w:name w:val="Liste Arbeitsblatt Sprungbrett"/>
    <w:basedOn w:val="Listenabsatz"/>
    <w:qFormat/>
    <w:rsid w:val="006377F9"/>
    <w:pPr>
      <w:ind w:left="0"/>
    </w:pPr>
  </w:style>
  <w:style w:type="paragraph" w:styleId="Listenabsatz">
    <w:name w:val="List Paragraph"/>
    <w:basedOn w:val="Standard"/>
    <w:uiPriority w:val="34"/>
    <w:qFormat/>
    <w:rsid w:val="006377F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customStyle="1" w:styleId="Lsung">
    <w:name w:val="Lösung"/>
    <w:basedOn w:val="FliesstextArbeitsblattSprungbrett"/>
    <w:qFormat/>
    <w:rsid w:val="006377F9"/>
    <w:pPr>
      <w:spacing w:after="0" w:line="240" w:lineRule="auto"/>
    </w:pPr>
    <w:rPr>
      <w:rFonts w:ascii="Noteworthy Light" w:hAnsi="Noteworthy Light"/>
      <w:sz w:val="22"/>
      <w:szCs w:val="22"/>
    </w:rPr>
  </w:style>
  <w:style w:type="paragraph" w:customStyle="1" w:styleId="SprungbrettUnterrichtsphase">
    <w:name w:val="SprungbrettUnterrichtsphase"/>
    <w:basedOn w:val="Standard"/>
    <w:qFormat/>
    <w:rsid w:val="006377F9"/>
    <w:pPr>
      <w:spacing w:after="200" w:line="276" w:lineRule="auto"/>
    </w:pPr>
    <w:rPr>
      <w:rFonts w:eastAsiaTheme="minorHAnsi"/>
      <w:b/>
      <w:sz w:val="28"/>
      <w:szCs w:val="28"/>
      <w:lang w:eastAsia="en-US"/>
    </w:rPr>
  </w:style>
  <w:style w:type="paragraph" w:customStyle="1" w:styleId="AbschnittstitelVertrag">
    <w:name w:val="Abschnittstitel Vertrag"/>
    <w:basedOn w:val="Standard"/>
    <w:qFormat/>
    <w:rsid w:val="00FC0333"/>
    <w:pPr>
      <w:keepNext/>
      <w:pBdr>
        <w:top w:val="single" w:sz="12" w:space="1" w:color="auto"/>
        <w:bottom w:val="single" w:sz="12" w:space="1" w:color="auto"/>
      </w:pBdr>
      <w:spacing w:line="276" w:lineRule="auto"/>
      <w:jc w:val="center"/>
      <w:outlineLvl w:val="0"/>
    </w:pPr>
    <w:rPr>
      <w:rFonts w:ascii="Arial" w:eastAsia="Times New Roman" w:hAnsi="Arial" w:cs="Arial"/>
      <w:b/>
      <w:bCs/>
      <w:kern w:val="32"/>
      <w:sz w:val="26"/>
      <w:szCs w:val="26"/>
      <w:lang w:eastAsia="de-CH"/>
    </w:rPr>
  </w:style>
  <w:style w:type="paragraph" w:customStyle="1" w:styleId="AufzhlungAuftrag">
    <w:name w:val="Aufzählung Auftrag"/>
    <w:basedOn w:val="Listenabsatz"/>
    <w:qFormat/>
    <w:rsid w:val="00FE2B31"/>
    <w:pPr>
      <w:numPr>
        <w:numId w:val="3"/>
      </w:numPr>
    </w:pPr>
    <w:rPr>
      <w:rFonts w:asciiTheme="majorHAnsi" w:hAnsiTheme="majorHAnsi" w:cstheme="majorHAnsi"/>
      <w:noProof/>
      <w:sz w:val="24"/>
      <w:szCs w:val="24"/>
      <w:lang w:val="de-DE" w:eastAsia="de-DE"/>
    </w:rPr>
  </w:style>
  <w:style w:type="paragraph" w:customStyle="1" w:styleId="Lauftext">
    <w:name w:val="Lauftext"/>
    <w:basedOn w:val="Standard"/>
    <w:qFormat/>
    <w:rsid w:val="00FE2B31"/>
    <w:pPr>
      <w:ind w:left="360"/>
    </w:pPr>
    <w:rPr>
      <w:rFonts w:asciiTheme="majorHAnsi" w:hAnsiTheme="majorHAnsi" w:cstheme="majorHAnsi"/>
      <w:noProof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FE2B31"/>
    <w:pPr>
      <w:tabs>
        <w:tab w:val="center" w:pos="4536"/>
        <w:tab w:val="right" w:pos="9072"/>
      </w:tabs>
    </w:pPr>
    <w:rPr>
      <w:rFonts w:asciiTheme="majorHAnsi" w:hAnsiTheme="majorHAnsi" w:cstheme="majorHAnsi"/>
    </w:rPr>
  </w:style>
  <w:style w:type="character" w:customStyle="1" w:styleId="KopfzeileZchn">
    <w:name w:val="Kopfzeile Zchn"/>
    <w:basedOn w:val="Absatz-Standardschriftart"/>
    <w:link w:val="Kopfzeile"/>
    <w:uiPriority w:val="99"/>
    <w:rsid w:val="00FE2B31"/>
    <w:rPr>
      <w:rFonts w:asciiTheme="majorHAnsi" w:hAnsiTheme="majorHAnsi" w:cstheme="majorHAnsi"/>
      <w:sz w:val="24"/>
      <w:szCs w:val="24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1B27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B27BB"/>
    <w:rPr>
      <w:sz w:val="24"/>
      <w:szCs w:val="24"/>
      <w:lang w:val="de-CH"/>
    </w:rPr>
  </w:style>
  <w:style w:type="table" w:styleId="Tabellenraster">
    <w:name w:val="Table Grid"/>
    <w:basedOn w:val="NormaleTabelle"/>
    <w:uiPriority w:val="59"/>
    <w:rsid w:val="00E66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Dunkel">
    <w:name w:val="Beschriftung Dunkel"/>
    <w:rsid w:val="0009160B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="Helvetica Light" w:eastAsia="Arial Unicode MS" w:hAnsi="Helvetica Light" w:cs="Arial Unicode MS"/>
      <w:color w:val="000000"/>
      <w:sz w:val="24"/>
      <w:szCs w:val="24"/>
      <w:bdr w:val="nil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160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160B"/>
    <w:rPr>
      <w:rFonts w:ascii="Lucida Grande" w:hAnsi="Lucida Grande" w:cs="Lucida Grande"/>
      <w:sz w:val="18"/>
      <w:szCs w:val="18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09160B"/>
  </w:style>
  <w:style w:type="character" w:customStyle="1" w:styleId="berschrift2Zchn">
    <w:name w:val="Überschrift 2 Zchn"/>
    <w:basedOn w:val="Absatz-Standardschriftart"/>
    <w:link w:val="berschrift2"/>
    <w:uiPriority w:val="9"/>
    <w:rsid w:val="00DD296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e-CH"/>
    </w:rPr>
  </w:style>
  <w:style w:type="character" w:customStyle="1" w:styleId="name">
    <w:name w:val="name"/>
    <w:basedOn w:val="Absatz-Standardschriftart"/>
    <w:rsid w:val="0055277E"/>
  </w:style>
  <w:style w:type="character" w:styleId="Hyperlink">
    <w:name w:val="Hyperlink"/>
    <w:basedOn w:val="Absatz-Standardschriftart"/>
    <w:uiPriority w:val="99"/>
    <w:unhideWhenUsed/>
    <w:rsid w:val="006E451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451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06BA9"/>
    <w:rPr>
      <w:color w:val="800080" w:themeColor="followedHyperlink"/>
      <w:u w:val="single"/>
    </w:rPr>
  </w:style>
  <w:style w:type="paragraph" w:customStyle="1" w:styleId="Auftrag">
    <w:name w:val="Auftrag"/>
    <w:basedOn w:val="Standard"/>
    <w:qFormat/>
    <w:rsid w:val="00FE2B31"/>
    <w:rPr>
      <w:rFonts w:asciiTheme="majorHAnsi" w:hAnsiTheme="majorHAnsi" w:cstheme="majorHAnsi"/>
      <w:b/>
      <w:noProof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6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6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1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49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44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82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2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73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56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1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93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7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21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62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94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5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53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47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85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78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1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84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07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03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24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2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10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9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7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86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5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22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5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41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4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45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13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52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5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0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65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24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1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59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07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5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3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7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92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6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97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9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8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45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1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43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13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99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olandegli/Library/Group%20Containers/UBF8T346G9.Office/User%20Content.localized/Templates.localized/ABSprungbrett2020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ABSprungbrett2020.dotx</Template>
  <TotalTime>0</TotalTime>
  <Pages>1</Pages>
  <Words>30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Educational Solutions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Egli</dc:creator>
  <cp:keywords/>
  <dc:description/>
  <cp:lastModifiedBy>Roland Egli</cp:lastModifiedBy>
  <cp:revision>6</cp:revision>
  <cp:lastPrinted>2018-08-24T08:52:00Z</cp:lastPrinted>
  <dcterms:created xsi:type="dcterms:W3CDTF">2020-04-06T15:07:00Z</dcterms:created>
  <dcterms:modified xsi:type="dcterms:W3CDTF">2020-04-14T08:58:00Z</dcterms:modified>
</cp:coreProperties>
</file>